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F6" w:rsidRPr="00720B06" w:rsidRDefault="0019521C">
      <w:pPr>
        <w:rPr>
          <w:rFonts w:ascii="Arial Black" w:hAnsi="Arial Black"/>
        </w:rPr>
      </w:pPr>
      <w:bookmarkStart w:id="0" w:name="_GoBack"/>
      <w:r w:rsidRPr="00720B06">
        <w:rPr>
          <w:rFonts w:ascii="Arial Black" w:hAnsi="Arial Black" w:cs="Arial"/>
          <w:noProof/>
          <w:sz w:val="27"/>
          <w:szCs w:val="27"/>
          <w:lang w:eastAsia="en-NZ"/>
        </w:rPr>
        <w:drawing>
          <wp:anchor distT="0" distB="0" distL="114300" distR="114300" simplePos="0" relativeHeight="251658240" behindDoc="1" locked="0" layoutInCell="1" allowOverlap="1" wp14:anchorId="5BF62D0A" wp14:editId="0E2AB283">
            <wp:simplePos x="0" y="0"/>
            <wp:positionH relativeFrom="column">
              <wp:posOffset>-379047</wp:posOffset>
            </wp:positionH>
            <wp:positionV relativeFrom="paragraph">
              <wp:posOffset>-94402</wp:posOffset>
            </wp:positionV>
            <wp:extent cx="6383547" cy="5305032"/>
            <wp:effectExtent l="0" t="0" r="0" b="0"/>
            <wp:wrapNone/>
            <wp:docPr id="1" name="rg_hi" descr="http://t2.gstatic.com/images?q=tbn:ANd9GcQWY_EcNkLGTSgNaiYDJPHb4vgcB-pKr9xgmGc9AIUEIubUvNsXi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WY_EcNkLGTSgNaiYDJPHb4vgcB-pKr9xgmGc9AIUEIubUvNsXi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547" cy="530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FF6" w:rsidRPr="00720B06">
        <w:rPr>
          <w:rFonts w:ascii="Arial Black" w:hAnsi="Arial Black"/>
        </w:rPr>
        <w:t>Running to the pool,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 xml:space="preserve">Stepping up to the block, 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Pulling my body forward,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Glancing at the flags,</w:t>
      </w:r>
      <w:r w:rsidR="0019521C" w:rsidRPr="00720B06">
        <w:rPr>
          <w:rFonts w:ascii="Arial Black" w:hAnsi="Arial Black" w:cs="Arial"/>
          <w:noProof/>
          <w:sz w:val="27"/>
          <w:szCs w:val="27"/>
          <w:lang w:eastAsia="en-NZ"/>
        </w:rPr>
        <w:t xml:space="preserve"> 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 xml:space="preserve">Beep, 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Puffing, pulling, pushing, kicking,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My legs hurting,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Down the lane I go,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Sprinting</w:t>
      </w:r>
      <w:proofErr w:type="gramStart"/>
      <w:r w:rsidRPr="00720B06">
        <w:rPr>
          <w:rFonts w:ascii="Arial Black" w:hAnsi="Arial Black"/>
        </w:rPr>
        <w:t>,\</w:t>
      </w:r>
      <w:proofErr w:type="gramEnd"/>
      <w:r w:rsidRPr="00720B06">
        <w:rPr>
          <w:rFonts w:ascii="Arial Black" w:hAnsi="Arial Black"/>
        </w:rPr>
        <w:t>water dripping down like sweet,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Legs wobbling, moth burning, arms hanging,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 xml:space="preserve">Past the flags, </w:t>
      </w:r>
    </w:p>
    <w:p w:rsidR="00907FF6" w:rsidRPr="00720B06" w:rsidRDefault="00907FF6">
      <w:pPr>
        <w:rPr>
          <w:rFonts w:ascii="Arial Black" w:hAnsi="Arial Black"/>
        </w:rPr>
      </w:pPr>
      <w:r w:rsidRPr="00720B06">
        <w:rPr>
          <w:rFonts w:ascii="Arial Black" w:hAnsi="Arial Black"/>
        </w:rPr>
        <w:t>Yay horary,</w:t>
      </w:r>
    </w:p>
    <w:p w:rsidR="00907FF6" w:rsidRPr="00720B06" w:rsidRDefault="005C0DB9">
      <w:pPr>
        <w:rPr>
          <w:rFonts w:ascii="Arial Black" w:hAnsi="Arial Black"/>
        </w:rPr>
      </w:pPr>
      <w:r w:rsidRPr="00720B06">
        <w:rPr>
          <w:rFonts w:ascii="Arial Black" w:hAnsi="Arial Black"/>
        </w:rPr>
        <w:t>Exhausted,</w:t>
      </w:r>
      <w:r w:rsidR="00907FF6" w:rsidRPr="00720B06">
        <w:rPr>
          <w:rFonts w:ascii="Arial Black" w:hAnsi="Arial Black"/>
        </w:rPr>
        <w:t xml:space="preserve">  </w:t>
      </w:r>
    </w:p>
    <w:p w:rsidR="00907FF6" w:rsidRPr="00720B06" w:rsidRDefault="00907FF6">
      <w:pPr>
        <w:rPr>
          <w:rFonts w:ascii="Arial Black" w:hAnsi="Arial Black"/>
        </w:rPr>
      </w:pPr>
      <w:proofErr w:type="gramStart"/>
      <w:r w:rsidRPr="00720B06">
        <w:rPr>
          <w:rFonts w:ascii="Arial Black" w:hAnsi="Arial Black"/>
        </w:rPr>
        <w:t>The gold winner.</w:t>
      </w:r>
      <w:proofErr w:type="gramEnd"/>
    </w:p>
    <w:p w:rsidR="005C0DB9" w:rsidRPr="00720B06" w:rsidRDefault="005C0DB9">
      <w:pPr>
        <w:rPr>
          <w:rFonts w:ascii="Arial Black" w:hAnsi="Arial Black"/>
        </w:rPr>
      </w:pPr>
      <w:r w:rsidRPr="00720B06">
        <w:rPr>
          <w:rFonts w:ascii="Arial Black" w:hAnsi="Arial Black"/>
        </w:rPr>
        <w:t xml:space="preserve">Swimming </w:t>
      </w:r>
      <w:bookmarkEnd w:id="0"/>
    </w:p>
    <w:sectPr w:rsidR="005C0DB9" w:rsidRPr="00720B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6"/>
    <w:rsid w:val="0019521C"/>
    <w:rsid w:val="005C0DB9"/>
    <w:rsid w:val="00720B06"/>
    <w:rsid w:val="00907FF6"/>
    <w:rsid w:val="00E1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2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.nz/imgres?q=a+swimming+pool+event+in+the+olympics&amp;um=1&amp;hl=en&amp;safe=active&amp;rlz=1W1ADRA_enNZ421&amp;biw=1680&amp;bih=852&amp;tbm=isch&amp;tbnid=lLyGU4wsikgViM:&amp;imgrefurl=http://www.bbc.co.uk/news/magazine-18983010&amp;docid=JgveCFlDUoDywM&amp;imgurl=http://news.bbcimg.co.uk/media/images/61805000/jpg/_61805165_swimmingpoolgetty.jpg&amp;w=464&amp;h=285&amp;ei=LK4hUKn9GIidiAeK9ICAAQ&amp;zoom=1&amp;iact=hc&amp;vpx=173&amp;vpy=558&amp;dur=1719&amp;hovh=176&amp;hovw=287&amp;tx=204&amp;ty=90&amp;sig=117832220239338138344&amp;page=2&amp;tbnh=120&amp;tbnw=196&amp;start=28&amp;ndsp=35&amp;ved=1t:429,r:14,s:28,i:2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E97C572C</Template>
  <TotalTime>12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4</cp:revision>
  <dcterms:created xsi:type="dcterms:W3CDTF">2012-08-02T21:45:00Z</dcterms:created>
  <dcterms:modified xsi:type="dcterms:W3CDTF">2012-08-08T00:10:00Z</dcterms:modified>
</cp:coreProperties>
</file>